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6D8" w:rsidRPr="006E4596" w:rsidRDefault="00F776D8" w:rsidP="006E4596">
      <w:pPr>
        <w:pStyle w:val="Heading1"/>
        <w:tabs>
          <w:tab w:val="left" w:pos="0"/>
        </w:tabs>
        <w:rPr>
          <w:sz w:val="28"/>
          <w:szCs w:val="28"/>
        </w:rPr>
      </w:pPr>
    </w:p>
    <w:p w:rsidR="00F776D8" w:rsidRPr="006E4596" w:rsidRDefault="00F776D8" w:rsidP="006E4596">
      <w:pPr>
        <w:pStyle w:val="Heading1"/>
        <w:tabs>
          <w:tab w:val="left" w:pos="0"/>
        </w:tabs>
        <w:rPr>
          <w:sz w:val="28"/>
          <w:szCs w:val="28"/>
        </w:rPr>
      </w:pPr>
      <w:r w:rsidRPr="006E4596">
        <w:rPr>
          <w:sz w:val="28"/>
          <w:szCs w:val="28"/>
        </w:rPr>
        <w:t xml:space="preserve">      Учебный план</w:t>
      </w:r>
    </w:p>
    <w:p w:rsidR="00F776D8" w:rsidRDefault="00F776D8" w:rsidP="006E4596">
      <w:pPr>
        <w:pStyle w:val="BodyText"/>
        <w:spacing w:after="0"/>
        <w:jc w:val="center"/>
        <w:rPr>
          <w:sz w:val="28"/>
          <w:szCs w:val="28"/>
        </w:rPr>
      </w:pPr>
      <w:r w:rsidRPr="006E4596">
        <w:rPr>
          <w:sz w:val="28"/>
          <w:szCs w:val="28"/>
        </w:rPr>
        <w:t xml:space="preserve">МБОУ «Высокогорская средняя общеобразовательная школа  № 2    Высокогорского  муниципального  района Республики Татарстан» </w:t>
      </w:r>
    </w:p>
    <w:p w:rsidR="00F776D8" w:rsidRPr="006E4596" w:rsidRDefault="00F776D8" w:rsidP="006E4596">
      <w:pPr>
        <w:pStyle w:val="BodyText"/>
        <w:spacing w:after="0"/>
        <w:jc w:val="center"/>
        <w:rPr>
          <w:sz w:val="28"/>
          <w:szCs w:val="28"/>
          <w:lang w:val="tt-RU"/>
        </w:rPr>
      </w:pPr>
      <w:r w:rsidRPr="006E4596">
        <w:rPr>
          <w:sz w:val="28"/>
          <w:szCs w:val="28"/>
        </w:rPr>
        <w:t xml:space="preserve"> </w:t>
      </w:r>
      <w:r w:rsidRPr="006E4596">
        <w:rPr>
          <w:sz w:val="28"/>
          <w:szCs w:val="28"/>
          <w:lang w:val="tt-RU"/>
        </w:rPr>
        <w:t xml:space="preserve">для  </w:t>
      </w:r>
      <w:r>
        <w:rPr>
          <w:sz w:val="28"/>
          <w:szCs w:val="28"/>
          <w:lang w:val="tt-RU"/>
        </w:rPr>
        <w:t>обучения на дому</w:t>
      </w:r>
    </w:p>
    <w:p w:rsidR="00F776D8" w:rsidRDefault="00F776D8" w:rsidP="006E4596">
      <w:pPr>
        <w:pStyle w:val="BodyText"/>
        <w:spacing w:after="0"/>
        <w:jc w:val="center"/>
        <w:rPr>
          <w:sz w:val="28"/>
          <w:szCs w:val="28"/>
        </w:rPr>
      </w:pPr>
      <w:r w:rsidRPr="006E4596">
        <w:rPr>
          <w:sz w:val="28"/>
          <w:szCs w:val="28"/>
          <w:lang w:val="tt-RU"/>
        </w:rPr>
        <w:t xml:space="preserve"> </w:t>
      </w:r>
      <w:r w:rsidRPr="006E4596">
        <w:rPr>
          <w:sz w:val="28"/>
          <w:szCs w:val="28"/>
        </w:rPr>
        <w:t>на 201</w:t>
      </w:r>
      <w:r>
        <w:rPr>
          <w:sz w:val="28"/>
          <w:szCs w:val="28"/>
        </w:rPr>
        <w:t>4</w:t>
      </w:r>
      <w:r w:rsidRPr="006E4596">
        <w:rPr>
          <w:sz w:val="28"/>
          <w:szCs w:val="28"/>
        </w:rPr>
        <w:t>-201</w:t>
      </w:r>
      <w:r>
        <w:rPr>
          <w:sz w:val="28"/>
          <w:szCs w:val="28"/>
        </w:rPr>
        <w:t>5</w:t>
      </w:r>
      <w:r w:rsidRPr="006E4596">
        <w:rPr>
          <w:sz w:val="28"/>
          <w:szCs w:val="28"/>
        </w:rPr>
        <w:t xml:space="preserve"> учебный год</w:t>
      </w:r>
    </w:p>
    <w:p w:rsidR="00F776D8" w:rsidRPr="006E4596" w:rsidRDefault="00F776D8" w:rsidP="006E4596">
      <w:pPr>
        <w:pStyle w:val="BodyText"/>
        <w:spacing w:after="0"/>
        <w:jc w:val="center"/>
        <w:rPr>
          <w:sz w:val="28"/>
          <w:szCs w:val="28"/>
        </w:rPr>
      </w:pPr>
    </w:p>
    <w:tbl>
      <w:tblPr>
        <w:tblW w:w="1028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6"/>
        <w:gridCol w:w="2056"/>
        <w:gridCol w:w="702"/>
        <w:gridCol w:w="702"/>
        <w:gridCol w:w="702"/>
        <w:gridCol w:w="702"/>
        <w:gridCol w:w="702"/>
        <w:gridCol w:w="702"/>
        <w:gridCol w:w="681"/>
        <w:gridCol w:w="702"/>
        <w:gridCol w:w="21"/>
        <w:gridCol w:w="681"/>
        <w:gridCol w:w="21"/>
        <w:gridCol w:w="680"/>
        <w:gridCol w:w="21"/>
        <w:gridCol w:w="688"/>
        <w:gridCol w:w="21"/>
      </w:tblGrid>
      <w:tr w:rsidR="00F776D8" w:rsidRPr="003D54EB" w:rsidTr="003D54EB">
        <w:tc>
          <w:tcPr>
            <w:tcW w:w="49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05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предмета</w:t>
            </w:r>
          </w:p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/ классы</w:t>
            </w:r>
          </w:p>
        </w:tc>
        <w:tc>
          <w:tcPr>
            <w:tcW w:w="702" w:type="dxa"/>
            <w:vAlign w:val="center"/>
          </w:tcPr>
          <w:p w:rsidR="00F776D8" w:rsidRPr="003D54EB" w:rsidRDefault="00F776D8" w:rsidP="003D54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54E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02" w:type="dxa"/>
            <w:vAlign w:val="center"/>
          </w:tcPr>
          <w:p w:rsidR="00F776D8" w:rsidRPr="003D54EB" w:rsidRDefault="00F776D8" w:rsidP="003D54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54E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02" w:type="dxa"/>
            <w:vAlign w:val="center"/>
          </w:tcPr>
          <w:p w:rsidR="00F776D8" w:rsidRPr="003D54EB" w:rsidRDefault="00F776D8" w:rsidP="003D54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54E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02" w:type="dxa"/>
            <w:vAlign w:val="center"/>
          </w:tcPr>
          <w:p w:rsidR="00F776D8" w:rsidRPr="003D54EB" w:rsidRDefault="00F776D8" w:rsidP="003D54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54E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02" w:type="dxa"/>
            <w:vAlign w:val="center"/>
          </w:tcPr>
          <w:p w:rsidR="00F776D8" w:rsidRPr="003D54EB" w:rsidRDefault="00F776D8" w:rsidP="003D54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54E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02" w:type="dxa"/>
            <w:vAlign w:val="center"/>
          </w:tcPr>
          <w:p w:rsidR="00F776D8" w:rsidRPr="003D54EB" w:rsidRDefault="00F776D8" w:rsidP="003D54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54E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681" w:type="dxa"/>
            <w:vAlign w:val="center"/>
          </w:tcPr>
          <w:p w:rsidR="00F776D8" w:rsidRPr="003D54EB" w:rsidRDefault="00F776D8" w:rsidP="003D54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54EB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723" w:type="dxa"/>
            <w:gridSpan w:val="2"/>
            <w:vAlign w:val="center"/>
          </w:tcPr>
          <w:p w:rsidR="00F776D8" w:rsidRPr="003D54EB" w:rsidRDefault="00F776D8" w:rsidP="003D54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54EB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702" w:type="dxa"/>
            <w:gridSpan w:val="2"/>
            <w:vAlign w:val="center"/>
          </w:tcPr>
          <w:p w:rsidR="00F776D8" w:rsidRPr="003D54EB" w:rsidRDefault="00F776D8" w:rsidP="003D54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54EB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701" w:type="dxa"/>
            <w:gridSpan w:val="2"/>
            <w:vAlign w:val="center"/>
          </w:tcPr>
          <w:p w:rsidR="00F776D8" w:rsidRPr="003D54EB" w:rsidRDefault="00F776D8" w:rsidP="003D54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54EB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center"/>
          </w:tcPr>
          <w:p w:rsidR="00F776D8" w:rsidRPr="003D54EB" w:rsidRDefault="00F776D8" w:rsidP="003D54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54EB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</w:tr>
      <w:tr w:rsidR="00F776D8" w:rsidRPr="003D54EB" w:rsidTr="003D54EB">
        <w:trPr>
          <w:gridAfter w:val="1"/>
          <w:wAfter w:w="21" w:type="dxa"/>
        </w:trPr>
        <w:tc>
          <w:tcPr>
            <w:tcW w:w="49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5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681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702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701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709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2,5</w:t>
            </w:r>
            <w:bookmarkStart w:id="0" w:name="_GoBack"/>
            <w:bookmarkEnd w:id="0"/>
          </w:p>
        </w:tc>
      </w:tr>
      <w:tr w:rsidR="00F776D8" w:rsidRPr="003D54EB" w:rsidTr="003D54EB">
        <w:trPr>
          <w:gridAfter w:val="1"/>
          <w:wAfter w:w="21" w:type="dxa"/>
        </w:trPr>
        <w:tc>
          <w:tcPr>
            <w:tcW w:w="49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5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681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1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709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F776D8" w:rsidRPr="003D54EB" w:rsidTr="003D54EB">
        <w:trPr>
          <w:gridAfter w:val="1"/>
          <w:wAfter w:w="21" w:type="dxa"/>
        </w:trPr>
        <w:tc>
          <w:tcPr>
            <w:tcW w:w="49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5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Тат.язык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681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702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701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709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F776D8" w:rsidRPr="003D54EB" w:rsidTr="003D54EB">
        <w:trPr>
          <w:gridAfter w:val="1"/>
          <w:wAfter w:w="21" w:type="dxa"/>
        </w:trPr>
        <w:tc>
          <w:tcPr>
            <w:tcW w:w="49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5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Тат.литература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681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1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709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F776D8" w:rsidRPr="003D54EB" w:rsidTr="003D54EB">
        <w:trPr>
          <w:gridAfter w:val="1"/>
          <w:wAfter w:w="21" w:type="dxa"/>
        </w:trPr>
        <w:tc>
          <w:tcPr>
            <w:tcW w:w="49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5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681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702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701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709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</w:tr>
      <w:tr w:rsidR="00F776D8" w:rsidRPr="003D54EB" w:rsidTr="003D54EB">
        <w:trPr>
          <w:gridAfter w:val="1"/>
          <w:wAfter w:w="21" w:type="dxa"/>
        </w:trPr>
        <w:tc>
          <w:tcPr>
            <w:tcW w:w="49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05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История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681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1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9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F776D8" w:rsidRPr="003D54EB" w:rsidTr="003D54EB">
        <w:trPr>
          <w:gridAfter w:val="1"/>
          <w:wAfter w:w="21" w:type="dxa"/>
        </w:trPr>
        <w:tc>
          <w:tcPr>
            <w:tcW w:w="49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05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Обществозние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681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1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9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F776D8" w:rsidRPr="003D54EB" w:rsidTr="003D54EB">
        <w:trPr>
          <w:gridAfter w:val="1"/>
          <w:wAfter w:w="21" w:type="dxa"/>
        </w:trPr>
        <w:tc>
          <w:tcPr>
            <w:tcW w:w="49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05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Окруж.мир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1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76D8" w:rsidRPr="003D54EB" w:rsidTr="003D54EB">
        <w:trPr>
          <w:gridAfter w:val="1"/>
          <w:wAfter w:w="21" w:type="dxa"/>
        </w:trPr>
        <w:tc>
          <w:tcPr>
            <w:tcW w:w="49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05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681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1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9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76D8" w:rsidRPr="003D54EB" w:rsidTr="003D54EB">
        <w:trPr>
          <w:gridAfter w:val="1"/>
          <w:wAfter w:w="21" w:type="dxa"/>
        </w:trPr>
        <w:tc>
          <w:tcPr>
            <w:tcW w:w="49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05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681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1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9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F776D8" w:rsidRPr="003D54EB" w:rsidTr="003D54EB">
        <w:trPr>
          <w:gridAfter w:val="1"/>
          <w:wAfter w:w="21" w:type="dxa"/>
        </w:trPr>
        <w:tc>
          <w:tcPr>
            <w:tcW w:w="49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05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1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9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F776D8" w:rsidRPr="003D54EB" w:rsidTr="003D54EB">
        <w:trPr>
          <w:gridAfter w:val="1"/>
          <w:wAfter w:w="21" w:type="dxa"/>
        </w:trPr>
        <w:tc>
          <w:tcPr>
            <w:tcW w:w="49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05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1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9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F776D8" w:rsidRPr="003D54EB" w:rsidTr="003D54EB">
        <w:trPr>
          <w:gridAfter w:val="1"/>
          <w:wAfter w:w="21" w:type="dxa"/>
        </w:trPr>
        <w:tc>
          <w:tcPr>
            <w:tcW w:w="49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5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Англ.язык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681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1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9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F776D8" w:rsidRPr="003D54EB" w:rsidTr="003D54EB">
        <w:trPr>
          <w:gridAfter w:val="1"/>
          <w:wAfter w:w="21" w:type="dxa"/>
        </w:trPr>
        <w:tc>
          <w:tcPr>
            <w:tcW w:w="49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05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Искусство (рис., муз.)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681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1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76D8" w:rsidRPr="003D54EB" w:rsidTr="003D54EB">
        <w:trPr>
          <w:gridAfter w:val="1"/>
          <w:wAfter w:w="21" w:type="dxa"/>
        </w:trPr>
        <w:tc>
          <w:tcPr>
            <w:tcW w:w="49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05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Технол.,</w:t>
            </w:r>
          </w:p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 xml:space="preserve"> физ-ра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681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2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1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09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F776D8" w:rsidRPr="003D54EB" w:rsidTr="003D54EB">
        <w:trPr>
          <w:gridAfter w:val="1"/>
          <w:wAfter w:w="21" w:type="dxa"/>
        </w:trPr>
        <w:tc>
          <w:tcPr>
            <w:tcW w:w="49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Максимальное количество часов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81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2" w:type="dxa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2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01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09" w:type="dxa"/>
            <w:gridSpan w:val="2"/>
          </w:tcPr>
          <w:p w:rsidR="00F776D8" w:rsidRPr="003D54EB" w:rsidRDefault="00F776D8" w:rsidP="003D54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54E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</w:tbl>
    <w:p w:rsidR="00F776D8" w:rsidRDefault="00F776D8"/>
    <w:sectPr w:rsidR="00F776D8" w:rsidSect="00D47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772"/>
    <w:rsid w:val="000620CF"/>
    <w:rsid w:val="0037258A"/>
    <w:rsid w:val="003D54EB"/>
    <w:rsid w:val="005A7CA3"/>
    <w:rsid w:val="006308EF"/>
    <w:rsid w:val="00634222"/>
    <w:rsid w:val="006E4596"/>
    <w:rsid w:val="00870E81"/>
    <w:rsid w:val="00B03772"/>
    <w:rsid w:val="00D47D83"/>
    <w:rsid w:val="00EA0F0A"/>
    <w:rsid w:val="00F77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D83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4596"/>
    <w:pPr>
      <w:keepNext/>
      <w:widowControl w:val="0"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hAnsi="Times New Roman"/>
      <w:kern w:val="1"/>
      <w:sz w:val="40"/>
      <w:szCs w:val="24"/>
      <w:lang w:val="tt-R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4596"/>
    <w:rPr>
      <w:rFonts w:ascii="Times New Roman" w:eastAsia="Times New Roman" w:hAnsi="Times New Roman" w:cs="Times New Roman"/>
      <w:kern w:val="1"/>
      <w:sz w:val="24"/>
      <w:szCs w:val="24"/>
      <w:lang w:val="tt-RU" w:eastAsia="ar-SA" w:bidi="ar-SA"/>
    </w:rPr>
  </w:style>
  <w:style w:type="table" w:styleId="TableGrid">
    <w:name w:val="Table Grid"/>
    <w:basedOn w:val="TableNormal"/>
    <w:uiPriority w:val="99"/>
    <w:rsid w:val="00B0377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rsid w:val="006E4596"/>
    <w:pPr>
      <w:widowControl w:val="0"/>
      <w:suppressAutoHyphens/>
      <w:spacing w:after="120" w:line="240" w:lineRule="auto"/>
    </w:pPr>
    <w:rPr>
      <w:rFonts w:ascii="Times New Roman" w:hAnsi="Times New Roman"/>
      <w:kern w:val="1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E4596"/>
    <w:rPr>
      <w:rFonts w:ascii="Times New Roman" w:eastAsia="Times New Roman" w:hAnsi="Times New Roman" w:cs="Times New Roman"/>
      <w:kern w:val="1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1</Pages>
  <Words>158</Words>
  <Characters>903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1</cp:lastModifiedBy>
  <cp:revision>4</cp:revision>
  <cp:lastPrinted>2013-08-15T09:58:00Z</cp:lastPrinted>
  <dcterms:created xsi:type="dcterms:W3CDTF">2013-08-15T09:19:00Z</dcterms:created>
  <dcterms:modified xsi:type="dcterms:W3CDTF">2014-09-24T18:44:00Z</dcterms:modified>
</cp:coreProperties>
</file>